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Mercury is the 1</w:t>
      </w:r>
      <w:r w:rsidRPr="00C9336D">
        <w:rPr>
          <w:rFonts w:ascii="Chalkduster" w:hAnsi="Chalkduster" w:cs="Chalkduster"/>
          <w:sz w:val="32"/>
          <w:szCs w:val="32"/>
          <w:vertAlign w:val="superscript"/>
        </w:rPr>
        <w:t>st</w:t>
      </w:r>
      <w:r>
        <w:rPr>
          <w:rFonts w:ascii="Chalkduster" w:hAnsi="Chalkduster" w:cs="Chalkduster"/>
          <w:sz w:val="32"/>
          <w:szCs w:val="32"/>
        </w:rPr>
        <w:t xml:space="preserve"> Planet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Mercury is has the most cratered surface of any planet in the solar system.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Mercury is 35,983,095 miles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 xml:space="preserve">The Maximum temperature on mercury is 662 degrees Fahrenheit! 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Venus is the 2</w:t>
      </w:r>
      <w:r w:rsidRPr="005F05CA">
        <w:rPr>
          <w:rFonts w:ascii="Chalkduster" w:hAnsi="Chalkduster" w:cs="Chalkduster"/>
          <w:sz w:val="32"/>
          <w:szCs w:val="32"/>
          <w:vertAlign w:val="superscript"/>
        </w:rPr>
        <w:t>nd</w:t>
      </w:r>
      <w:r>
        <w:rPr>
          <w:rFonts w:ascii="Chalkduster" w:hAnsi="Chalkduster" w:cs="Chalkduster"/>
          <w:sz w:val="32"/>
          <w:szCs w:val="32"/>
        </w:rPr>
        <w:t xml:space="preserve"> planet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Venus was given its name for its brightness and beauty in the sky.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Venus is the nearest to the Earth.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Venus is covered in poisonous clouds that trap heat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Standing on Venus’ surface would crush you!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Earth Is the 3</w:t>
      </w:r>
      <w:r w:rsidRPr="000C02B5">
        <w:rPr>
          <w:rFonts w:ascii="Chalkduster" w:hAnsi="Chalkduster" w:cs="Chalkduster"/>
          <w:sz w:val="32"/>
          <w:szCs w:val="32"/>
          <w:vertAlign w:val="superscript"/>
        </w:rPr>
        <w:t>rd</w:t>
      </w:r>
      <w:r>
        <w:rPr>
          <w:rFonts w:ascii="Chalkduster" w:hAnsi="Chalkduster" w:cs="Chalkduster"/>
          <w:sz w:val="32"/>
          <w:szCs w:val="32"/>
        </w:rPr>
        <w:t xml:space="preserve"> planet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Earth is the only planet to support life.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Earth’s average temperature is 59 degrees Fahrenheit.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Earth is 92,955,820 miles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Earth is protected from dangerous sun rays by an atmosphere.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Mars is the 4</w:t>
      </w:r>
      <w:r w:rsidRPr="006B4CEC">
        <w:rPr>
          <w:rFonts w:ascii="Chalkduster" w:hAnsi="Chalkduster" w:cs="Chalkduster"/>
          <w:sz w:val="32"/>
          <w:szCs w:val="32"/>
          <w:vertAlign w:val="superscript"/>
        </w:rPr>
        <w:t>th</w:t>
      </w:r>
      <w:r>
        <w:rPr>
          <w:rFonts w:ascii="Chalkduster" w:hAnsi="Chalkduster" w:cs="Chalkduster"/>
          <w:sz w:val="32"/>
          <w:szCs w:val="32"/>
        </w:rPr>
        <w:t xml:space="preserve"> planet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Mars is named after the god of war Ares.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Mars once had flowing water and ice caps.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Mars is 141,700,000 miles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Mars average temperature is 80 degrees Fahrenheit.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Jupiter is the largest planet in the solar system.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Jupiter is the 5</w:t>
      </w:r>
      <w:r w:rsidRPr="00B400F8">
        <w:rPr>
          <w:rFonts w:ascii="Chalkduster" w:hAnsi="Chalkduster" w:cs="Chalkduster"/>
          <w:sz w:val="32"/>
          <w:szCs w:val="32"/>
          <w:vertAlign w:val="superscript"/>
        </w:rPr>
        <w:t>th</w:t>
      </w:r>
      <w:r>
        <w:rPr>
          <w:rFonts w:ascii="Chalkduster" w:hAnsi="Chalkduster" w:cs="Chalkduster"/>
          <w:sz w:val="32"/>
          <w:szCs w:val="32"/>
        </w:rPr>
        <w:t xml:space="preserve"> planet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Jupiter has a red spot that is a continuous storm on the planet.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There are 63 moons that orbit Jupiter.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Jupiter has a ring but it looks invisible because it is made of gas.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Saturn is famous for its amazing rings that orbit the planet.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Saturn has been visited by the voyager probes in the 1980s and the Cassini probe.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Saturn’s moon Titan has an atmosphere that is very similar to Earth’s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Saturn’s atmosphere is made of mostly hydrogen and Helium.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It takes 29.5 years for Saturn to orbit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Uranus was discovered in 1781 and was the first planet to be discovered.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Uranus has a faint ring system with 27 moons.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Uranus orbits the moon on its side.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Average Surface Temperature -210 degrees Celsius.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Uranus is 2,870,990,000 km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Neptune is the 8</w:t>
      </w:r>
      <w:r w:rsidRPr="00CB56C1">
        <w:rPr>
          <w:rFonts w:ascii="Chalkduster" w:hAnsi="Chalkduster" w:cs="Chalkduster"/>
          <w:sz w:val="32"/>
          <w:szCs w:val="32"/>
          <w:vertAlign w:val="superscript"/>
        </w:rPr>
        <w:t>th</w:t>
      </w:r>
      <w:r>
        <w:rPr>
          <w:rFonts w:ascii="Chalkduster" w:hAnsi="Chalkduster" w:cs="Chalkduster"/>
          <w:sz w:val="32"/>
          <w:szCs w:val="32"/>
        </w:rPr>
        <w:t xml:space="preserve"> planet from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Neptune was named after the Roman god of the sea.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Neptune is the windiest planet in the solar system.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Neptune has thirteen moons and a ring system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  <w:r>
        <w:rPr>
          <w:rFonts w:ascii="Chalkduster" w:hAnsi="Chalkduster" w:cs="Chalkduster"/>
          <w:sz w:val="32"/>
          <w:szCs w:val="32"/>
        </w:rPr>
        <w:t>Neptune takes 165 years to orbit the sun.</w:t>
      </w:r>
    </w:p>
    <w:p w:rsidR="00957ADC" w:rsidRDefault="00957ADC">
      <w:pPr>
        <w:rPr>
          <w:rFonts w:ascii="Chalkduster" w:hAnsi="Chalkduster" w:cs="Chalkduster"/>
          <w:sz w:val="32"/>
          <w:szCs w:val="32"/>
        </w:rPr>
      </w:pPr>
    </w:p>
    <w:p w:rsidR="00957ADC" w:rsidRPr="00C9336D" w:rsidRDefault="00957ADC">
      <w:pPr>
        <w:rPr>
          <w:rFonts w:ascii="Chalkduster" w:hAnsi="Chalkduster" w:cs="Chalkduster"/>
          <w:sz w:val="32"/>
          <w:szCs w:val="32"/>
        </w:rPr>
      </w:pPr>
    </w:p>
    <w:sectPr w:rsidR="00957ADC" w:rsidRPr="00C9336D" w:rsidSect="00580D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halkduster">
    <w:altName w:val="Kristen IT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36D"/>
    <w:rsid w:val="00016DE9"/>
    <w:rsid w:val="00062748"/>
    <w:rsid w:val="000C02B5"/>
    <w:rsid w:val="000C0D94"/>
    <w:rsid w:val="00107342"/>
    <w:rsid w:val="00237367"/>
    <w:rsid w:val="003E0578"/>
    <w:rsid w:val="00580D0F"/>
    <w:rsid w:val="005B63AB"/>
    <w:rsid w:val="005F05CA"/>
    <w:rsid w:val="006B4CEC"/>
    <w:rsid w:val="008631D8"/>
    <w:rsid w:val="008A6E9A"/>
    <w:rsid w:val="008D1256"/>
    <w:rsid w:val="00921F82"/>
    <w:rsid w:val="00957ADC"/>
    <w:rsid w:val="00B400F8"/>
    <w:rsid w:val="00B82CB7"/>
    <w:rsid w:val="00C9336D"/>
    <w:rsid w:val="00CB56C1"/>
    <w:rsid w:val="00E03692"/>
    <w:rsid w:val="00F81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1D8"/>
    <w:rPr>
      <w:rFonts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297</Words>
  <Characters>1698</Characters>
  <Application>Microsoft Office Outlook</Application>
  <DocSecurity>0</DocSecurity>
  <Lines>0</Lines>
  <Paragraphs>0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Mercury is the 1st Planet from the sun</dc:title>
  <dc:subject/>
  <dc:creator>Student</dc:creator>
  <cp:keywords/>
  <dc:description/>
  <cp:lastModifiedBy>me</cp:lastModifiedBy>
  <cp:revision>2</cp:revision>
  <dcterms:created xsi:type="dcterms:W3CDTF">2013-09-24T00:28:00Z</dcterms:created>
  <dcterms:modified xsi:type="dcterms:W3CDTF">2013-09-24T00:28:00Z</dcterms:modified>
</cp:coreProperties>
</file>